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4C" w:rsidRDefault="00CA3085">
      <w:pPr>
        <w:pStyle w:val="NoSpacing"/>
      </w:pPr>
      <w:r>
        <w:t>NUMERO: 111</w:t>
      </w:r>
    </w:p>
    <w:p w:rsidR="0065644C" w:rsidRDefault="00CA3085">
      <w:pPr>
        <w:pStyle w:val="NoSpacing"/>
      </w:pPr>
      <w:r>
        <w:t>SUKUPUOLI: Muu</w:t>
      </w:r>
    </w:p>
    <w:p w:rsidR="0065644C" w:rsidRDefault="00CA3085">
      <w:pPr>
        <w:pStyle w:val="NoSpacing"/>
      </w:pPr>
      <w:r>
        <w:t>KAUPUNKI: Tampere</w:t>
      </w:r>
    </w:p>
    <w:p w:rsidR="0065644C" w:rsidRDefault="00CA3085">
      <w:pPr>
        <w:pStyle w:val="NoSpacing"/>
      </w:pPr>
      <w:r>
        <w:t>AMMATTI: Hissinapin painaja</w:t>
      </w:r>
    </w:p>
    <w:p w:rsidR="0065644C" w:rsidRDefault="0065644C">
      <w:pPr>
        <w:pStyle w:val="LO-Normal"/>
        <w:rPr>
          <w:lang w:val="fi-FI"/>
        </w:rPr>
      </w:pPr>
    </w:p>
    <w:p w:rsidR="0065644C" w:rsidRDefault="00CA3085">
      <w:pPr>
        <w:pStyle w:val="LO-Normal"/>
      </w:pPr>
      <w:r>
        <w:t xml:space="preserve">Lorem ipsum </w:t>
      </w:r>
      <w:r>
        <w:t>dolor sit amet, consectetur adipiscing elit. Ut molestie, nibh non ultricies tempor, ipsum erat mollis massa, non fringilla nulla erat at diam. Curabitur venenatis, orci</w:t>
      </w:r>
      <w:r>
        <w:t xml:space="preserve"> vitae ullamcorper pulvinar, mauris arcu rhoncus arcu, in sagittis dui leo et quam. Integer </w:t>
      </w:r>
      <w:proofErr w:type="gramStart"/>
      <w:r>
        <w:t>nec</w:t>
      </w:r>
      <w:proofErr w:type="gramEnd"/>
      <w:r>
        <w:t xml:space="preserve"> metus rhoncus urna facilisis faucibus. Ut enim ipsum, commodo ac pellentesque eget, condimentum quis metus. Aliquam tincidunt commodo eleifend. Cras egestas fin</w:t>
      </w:r>
      <w:r>
        <w:t xml:space="preserve">ibus dolor, vitae luctus </w:t>
      </w:r>
      <w:proofErr w:type="gramStart"/>
      <w:r>
        <w:t>leo</w:t>
      </w:r>
      <w:proofErr w:type="gramEnd"/>
      <w:r>
        <w:t xml:space="preserve"> tincidunt a. Fusce commodo nibh sed porta eleifend. Fusce viverra mi a scelerisque auctor. Duis placerat egestas </w:t>
      </w:r>
      <w:proofErr w:type="gramStart"/>
      <w:r>
        <w:t>sem</w:t>
      </w:r>
      <w:proofErr w:type="gramEnd"/>
      <w:r>
        <w:t xml:space="preserve"> a commodo. Nam auctor odio ut elit dictum placerat a sed orci. Morbi vitae condimentum dui, eget interdum tort</w:t>
      </w:r>
      <w:r>
        <w:t xml:space="preserve">or. Donec fermentum, </w:t>
      </w:r>
      <w:proofErr w:type="gramStart"/>
      <w:r>
        <w:t>massa</w:t>
      </w:r>
      <w:proofErr w:type="gramEnd"/>
      <w:r>
        <w:t xml:space="preserve"> eu efficitur luctus, eros tortor aliquam enim, sit amet tristique lectus sem vel velit. Sed sit amet accumsan elit, </w:t>
      </w:r>
      <w:proofErr w:type="gramStart"/>
      <w:r>
        <w:t>et</w:t>
      </w:r>
      <w:proofErr w:type="gramEnd"/>
      <w:r>
        <w:t xml:space="preserve"> lacinia quam. In tincidunt erat </w:t>
      </w:r>
      <w:proofErr w:type="gramStart"/>
      <w:r>
        <w:t>et</w:t>
      </w:r>
      <w:proofErr w:type="gramEnd"/>
      <w:r>
        <w:t xml:space="preserve"> luctus egestas. Duis viverra </w:t>
      </w:r>
      <w:proofErr w:type="gramStart"/>
      <w:r>
        <w:t>purus</w:t>
      </w:r>
      <w:proofErr w:type="gramEnd"/>
      <w:r>
        <w:t xml:space="preserve"> ut diam vehicula, non sagittis ipsum veh</w:t>
      </w:r>
      <w:r>
        <w:t>icula. Etiam aliquam ipsum magna, imperdiet consequat risus finibus sed.</w:t>
      </w:r>
    </w:p>
    <w:p w:rsidR="0065644C" w:rsidRDefault="0065644C">
      <w:pPr>
        <w:pStyle w:val="LO-Normal"/>
      </w:pPr>
    </w:p>
    <w:p w:rsidR="00CA3085" w:rsidRDefault="00CA3085" w:rsidP="00CA3085">
      <w:pPr>
        <w:pStyle w:val="LO-Normal"/>
      </w:pPr>
      <w:r>
        <w:t>Morbi fringilla luctus tortor eget aliquam. Morbi eget orci augue. Pellentesque dignissim mattis varius. Nam dignissim felis vitae tempus facilisis. Praesent id tincidunt turpis, sed</w:t>
      </w:r>
      <w:r>
        <w:t xml:space="preserve"> ornare nisl. Donec posuere libero sapien, in vestibulum quam volutpat </w:t>
      </w:r>
      <w:proofErr w:type="gramStart"/>
      <w:r>
        <w:t>nec</w:t>
      </w:r>
      <w:proofErr w:type="gramEnd"/>
      <w:r>
        <w:t xml:space="preserve">. Sed </w:t>
      </w:r>
      <w:proofErr w:type="gramStart"/>
      <w:r>
        <w:t>et</w:t>
      </w:r>
      <w:proofErr w:type="gramEnd"/>
      <w:r>
        <w:t xml:space="preserve"> metus vulputate, fringilla ante hendrerit, sagittis dolor. Aliquam mollis turpis in orci tempor luctus. Vestibulum pretium quis libero quis hendrerit. Mauris eget porta turp</w:t>
      </w:r>
      <w:r>
        <w:t>is, eu pellentesque justo.</w:t>
      </w:r>
      <w:bookmarkStart w:id="0" w:name="_GoBack"/>
      <w:bookmarkEnd w:id="0"/>
    </w:p>
    <w:p w:rsidR="0065644C" w:rsidRDefault="0065644C">
      <w:pPr>
        <w:pStyle w:val="LO-Normal"/>
      </w:pPr>
    </w:p>
    <w:sectPr w:rsidR="0065644C">
      <w:pgSz w:w="12240" w:h="15840"/>
      <w:pgMar w:top="1440" w:right="1440" w:bottom="1440" w:left="1440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644C"/>
    <w:rsid w:val="0002191C"/>
    <w:rsid w:val="00601D1B"/>
    <w:rsid w:val="0065644C"/>
    <w:rsid w:val="00CA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696A"/>
  <w15:docId w15:val="{4490E470-F017-4370-B380-861A9E91E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spacing w:line="252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pPr>
      <w:suppressAutoHyphens/>
      <w:spacing w:after="160"/>
    </w:pPr>
  </w:style>
  <w:style w:type="paragraph" w:styleId="NoSpacing">
    <w:name w:val="No Spacing"/>
    <w:qFormat/>
    <w:pPr>
      <w:suppressAutoHyphens/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A8340544.dotm</Template>
  <TotalTime>29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Jukka Lipsanen</dc:creator>
  <dc:description/>
  <cp:lastModifiedBy>Jukka Lipsanen</cp:lastModifiedBy>
  <cp:revision>7</cp:revision>
  <dcterms:created xsi:type="dcterms:W3CDTF">2019-03-19T13:27:00Z</dcterms:created>
  <dcterms:modified xsi:type="dcterms:W3CDTF">2019-06-04T06:39:00Z</dcterms:modified>
  <dc:language>fi-FI</dc:language>
</cp:coreProperties>
</file>